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4CD3AA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9608F">
        <w:rPr>
          <w:b/>
          <w:color w:val="FF5200" w:themeColor="accent2"/>
          <w:sz w:val="36"/>
          <w:szCs w:val="36"/>
        </w:rPr>
        <w:t>„</w:t>
      </w:r>
      <w:r w:rsidR="0069608F" w:rsidRPr="0069608F">
        <w:rPr>
          <w:b/>
          <w:color w:val="FF5200" w:themeColor="accent2"/>
          <w:sz w:val="36"/>
          <w:szCs w:val="36"/>
        </w:rPr>
        <w:t xml:space="preserve">Realizace tisku a distribuce </w:t>
      </w:r>
      <w:r w:rsidR="0069608F" w:rsidRPr="00F43825">
        <w:rPr>
          <w:b/>
          <w:color w:val="FF5200" w:themeColor="accent2"/>
          <w:sz w:val="36"/>
          <w:szCs w:val="36"/>
        </w:rPr>
        <w:t>bulletinu Moderní železnice</w:t>
      </w:r>
      <w:r w:rsidR="0031280B" w:rsidRPr="00F43825">
        <w:rPr>
          <w:b/>
          <w:color w:val="FF5200" w:themeColor="accent2"/>
          <w:sz w:val="36"/>
          <w:szCs w:val="36"/>
        </w:rPr>
        <w:t>“</w:t>
      </w:r>
      <w:r w:rsidR="000128D4" w:rsidRPr="00F4382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438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350BC" w:rsidRPr="00F438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10064</w:t>
      </w:r>
      <w:r w:rsidR="007350BC" w:rsidRPr="00F367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  <w:r w:rsidR="007350BC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5F75C74" w14:textId="409D7CF3" w:rsidR="0090251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3873545" w:history="1">
            <w:r w:rsidR="00902516" w:rsidRPr="0075229B">
              <w:rPr>
                <w:rStyle w:val="Hypertextovodkaz"/>
                <w:noProof/>
              </w:rPr>
              <w:t>Kapitola 1.</w:t>
            </w:r>
            <w:r w:rsidR="0090251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02516" w:rsidRPr="0075229B">
              <w:rPr>
                <w:rStyle w:val="Hypertextovodkaz"/>
                <w:noProof/>
              </w:rPr>
              <w:t>Základní údaje k nabídce</w:t>
            </w:r>
            <w:r w:rsidR="00902516">
              <w:rPr>
                <w:noProof/>
                <w:webHidden/>
              </w:rPr>
              <w:tab/>
            </w:r>
            <w:r w:rsidR="00902516">
              <w:rPr>
                <w:noProof/>
                <w:webHidden/>
              </w:rPr>
              <w:fldChar w:fldCharType="begin"/>
            </w:r>
            <w:r w:rsidR="00902516">
              <w:rPr>
                <w:noProof/>
                <w:webHidden/>
              </w:rPr>
              <w:instrText xml:space="preserve"> PAGEREF _Toc193873545 \h </w:instrText>
            </w:r>
            <w:r w:rsidR="00902516">
              <w:rPr>
                <w:noProof/>
                <w:webHidden/>
              </w:rPr>
            </w:r>
            <w:r w:rsidR="00902516">
              <w:rPr>
                <w:noProof/>
                <w:webHidden/>
              </w:rPr>
              <w:fldChar w:fldCharType="separate"/>
            </w:r>
            <w:r w:rsidR="00902516">
              <w:rPr>
                <w:noProof/>
                <w:webHidden/>
              </w:rPr>
              <w:t>2</w:t>
            </w:r>
            <w:r w:rsidR="00902516">
              <w:rPr>
                <w:noProof/>
                <w:webHidden/>
              </w:rPr>
              <w:fldChar w:fldCharType="end"/>
            </w:r>
          </w:hyperlink>
        </w:p>
        <w:p w14:paraId="4DA28EA7" w14:textId="57DA8DBB" w:rsidR="00902516" w:rsidRDefault="009025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3873546" w:history="1">
            <w:r w:rsidRPr="0075229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5229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_Toc193873546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78591" w14:textId="1D79D961" w:rsidR="00902516" w:rsidRDefault="009025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3873547" w:history="1">
            <w:r w:rsidRPr="0075229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5229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_Toc193873547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BF0E8" w14:textId="46EBEA1D" w:rsidR="00902516" w:rsidRDefault="009025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3873548" w:history="1">
            <w:r w:rsidRPr="0075229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5229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_Toc193873548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5B70B" w14:textId="35E7173A" w:rsidR="00902516" w:rsidRDefault="009025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3873549" w:history="1">
            <w:r w:rsidRPr="0075229B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5229B">
              <w:rPr>
                <w:rStyle w:val="Hypertextovodkaz"/>
                <w:noProof/>
              </w:rPr>
              <w:t>Čestné</w:t>
            </w:r>
            <w:r w:rsidRPr="0075229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_Toc193873549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BF4C5" w14:textId="491A7324" w:rsidR="00902516" w:rsidRDefault="009025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3873550" w:history="1">
            <w:r w:rsidRPr="0075229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5229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_Toc193873550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387354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457930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E1F6D">
        <w:t xml:space="preserve">jako </w:t>
      </w:r>
      <w:r w:rsidR="000128D4" w:rsidRPr="00412685">
        <w:rPr>
          <w:rFonts w:eastAsia="Times New Roman" w:cs="Times New Roman"/>
          <w:lang w:eastAsia="cs-CZ"/>
        </w:rPr>
        <w:t>podlimitní</w:t>
      </w:r>
      <w:r w:rsidR="000128D4" w:rsidRPr="004E1F6D">
        <w:rPr>
          <w:rFonts w:eastAsia="Times New Roman" w:cs="Times New Roman"/>
          <w:lang w:eastAsia="cs-CZ"/>
        </w:rPr>
        <w:t xml:space="preserve"> </w:t>
      </w:r>
      <w:r w:rsidR="000128D4" w:rsidRPr="00412685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D799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4B64CFD2" w14:textId="083B026A" w:rsidR="00E85D44" w:rsidRPr="00E85D44" w:rsidRDefault="00DD799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1" w:name="_Toc193873546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2" w:name="_Toc1938735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3" w:name="_Toc19387354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4" w:name="_Toc1938735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4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5" w:name="_Toc193873550"/>
      <w:r w:rsidRPr="00E85D44">
        <w:t>Čestné prohlášení o splnění technické kvalifikace</w:t>
      </w:r>
      <w:bookmarkEnd w:id="5"/>
    </w:p>
    <w:p w14:paraId="2DC84E9A" w14:textId="6BC20B6C" w:rsidR="00E85D44" w:rsidRDefault="006E73DC" w:rsidP="002264F4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2264F4" w:rsidRPr="00724354">
        <w:rPr>
          <w:lang w:eastAsia="cs-CZ"/>
        </w:rPr>
        <w:t xml:space="preserve">2 významné </w:t>
      </w:r>
      <w:r w:rsidR="00144A85">
        <w:rPr>
          <w:lang w:eastAsia="cs-CZ"/>
        </w:rPr>
        <w:t>služby definované v čl. 9.5.1.Výzvy k podání nabídky</w:t>
      </w:r>
      <w:r w:rsidR="002264F4" w:rsidRPr="00724354">
        <w:rPr>
          <w:lang w:eastAsia="cs-CZ"/>
        </w:rPr>
        <w:t xml:space="preserve"> v minimálním finančním objemu 1 000 000 Kč bez DPH za každou z uvedených </w:t>
      </w:r>
      <w:r w:rsidR="00144A85" w:rsidRPr="00E43C9B">
        <w:rPr>
          <w:lang w:eastAsia="cs-CZ"/>
        </w:rPr>
        <w:t>služeb</w:t>
      </w:r>
      <w:r w:rsidR="002264F4" w:rsidRPr="00E43C9B">
        <w:rPr>
          <w:lang w:eastAsia="cs-CZ"/>
        </w:rPr>
        <w:t xml:space="preserve"> a alespoň 1 významnou </w:t>
      </w:r>
      <w:r w:rsidR="00144A85" w:rsidRPr="00E43C9B">
        <w:rPr>
          <w:lang w:eastAsia="cs-CZ"/>
        </w:rPr>
        <w:t>službu</w:t>
      </w:r>
      <w:r w:rsidR="002264F4" w:rsidRPr="00E43C9B">
        <w:rPr>
          <w:lang w:eastAsia="cs-CZ"/>
        </w:rPr>
        <w:t xml:space="preserve"> v minimálním finančním objemu 500 000 Kč bez DPH za jednu takovou </w:t>
      </w:r>
      <w:r w:rsidR="00144A85" w:rsidRPr="00E43C9B">
        <w:rPr>
          <w:lang w:eastAsia="cs-CZ"/>
        </w:rPr>
        <w:t xml:space="preserve">službu </w:t>
      </w:r>
      <w:r w:rsidR="002264F4" w:rsidRPr="00E43C9B">
        <w:rPr>
          <w:lang w:eastAsia="cs-CZ"/>
        </w:rPr>
        <w:t xml:space="preserve">definovanou v čl. </w:t>
      </w:r>
      <w:r w:rsidR="00226766">
        <w:rPr>
          <w:lang w:eastAsia="cs-CZ"/>
        </w:rPr>
        <w:t>9</w:t>
      </w:r>
      <w:r w:rsidR="002264F4" w:rsidRPr="00E43C9B">
        <w:rPr>
          <w:lang w:eastAsia="cs-CZ"/>
        </w:rPr>
        <w:t>.5.1. Výzvy k podání nabídky.</w:t>
      </w:r>
    </w:p>
    <w:p w14:paraId="7DD4821C" w14:textId="77777777" w:rsidR="005B3116" w:rsidRDefault="005B3116" w:rsidP="002264F4">
      <w:pPr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123"/>
        <w:gridCol w:w="2268"/>
        <w:gridCol w:w="2379"/>
      </w:tblGrid>
      <w:tr w:rsidR="00E85D44" w14:paraId="403E89B3" w14:textId="77777777" w:rsidTr="008E1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9228C4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D6BCB0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123" w:type="dxa"/>
            <w:tcBorders>
              <w:bottom w:val="single" w:sz="2" w:space="0" w:color="auto"/>
            </w:tcBorders>
          </w:tcPr>
          <w:p w14:paraId="47971CF4" w14:textId="3B5943A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  <w:hideMark/>
          </w:tcPr>
          <w:p w14:paraId="7B33DD72" w14:textId="738F59E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79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8E162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8E162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3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7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44A85" w14:paraId="69BF0D34" w14:textId="77777777" w:rsidTr="008E16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9566BA" w14:textId="77777777" w:rsidR="00144A85" w:rsidRDefault="00144A8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3" w:type="dxa"/>
            <w:tcBorders>
              <w:top w:val="single" w:sz="2" w:space="0" w:color="auto"/>
              <w:bottom w:val="single" w:sz="2" w:space="0" w:color="auto"/>
            </w:tcBorders>
          </w:tcPr>
          <w:p w14:paraId="7592D0D9" w14:textId="77777777" w:rsidR="00144A85" w:rsidRDefault="00144A85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1C6316E9" w14:textId="77777777" w:rsidR="00144A85" w:rsidRDefault="00144A85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7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A8B6" w14:textId="77777777" w:rsidR="00144A85" w:rsidRDefault="00144A8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1BD3C22" w14:textId="77777777" w:rsidR="00144A85" w:rsidRDefault="00144A85" w:rsidP="00A134A1">
      <w:pPr>
        <w:spacing w:before="1200"/>
        <w:rPr>
          <w:lang w:eastAsia="cs-CZ"/>
        </w:rPr>
      </w:pPr>
    </w:p>
    <w:p w14:paraId="0B34B067" w14:textId="63B8C0E3" w:rsidR="002126E7" w:rsidRDefault="002126E7" w:rsidP="0025034E">
      <w:pPr>
        <w:spacing w:before="0" w:after="240"/>
        <w:jc w:val="left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61D5"/>
    <w:rsid w:val="000128D4"/>
    <w:rsid w:val="00027E09"/>
    <w:rsid w:val="00027E55"/>
    <w:rsid w:val="00036475"/>
    <w:rsid w:val="00042557"/>
    <w:rsid w:val="00045E47"/>
    <w:rsid w:val="0005241D"/>
    <w:rsid w:val="000717AE"/>
    <w:rsid w:val="00072C1E"/>
    <w:rsid w:val="00077060"/>
    <w:rsid w:val="00086B78"/>
    <w:rsid w:val="00097793"/>
    <w:rsid w:val="000A412D"/>
    <w:rsid w:val="000B5E1C"/>
    <w:rsid w:val="000E23A7"/>
    <w:rsid w:val="000E5D22"/>
    <w:rsid w:val="000F7070"/>
    <w:rsid w:val="0010693F"/>
    <w:rsid w:val="00114472"/>
    <w:rsid w:val="00130210"/>
    <w:rsid w:val="00144A8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264F4"/>
    <w:rsid w:val="00226766"/>
    <w:rsid w:val="002305E9"/>
    <w:rsid w:val="0023070F"/>
    <w:rsid w:val="0025034E"/>
    <w:rsid w:val="0027438E"/>
    <w:rsid w:val="00280E07"/>
    <w:rsid w:val="00293E5A"/>
    <w:rsid w:val="002B5420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06FD9"/>
    <w:rsid w:val="00412685"/>
    <w:rsid w:val="00427650"/>
    <w:rsid w:val="00441430"/>
    <w:rsid w:val="0044167C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1F6D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36E9"/>
    <w:rsid w:val="00575E5A"/>
    <w:rsid w:val="005930C5"/>
    <w:rsid w:val="005B219F"/>
    <w:rsid w:val="005B3116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608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50BC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E1622"/>
    <w:rsid w:val="008F18D6"/>
    <w:rsid w:val="008F2D67"/>
    <w:rsid w:val="008F6F10"/>
    <w:rsid w:val="00900128"/>
    <w:rsid w:val="00902516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09B1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184"/>
    <w:rsid w:val="00C11942"/>
    <w:rsid w:val="00C15E30"/>
    <w:rsid w:val="00C228EE"/>
    <w:rsid w:val="00C3428A"/>
    <w:rsid w:val="00C44F6A"/>
    <w:rsid w:val="00C47AE3"/>
    <w:rsid w:val="00C636FB"/>
    <w:rsid w:val="00C6546B"/>
    <w:rsid w:val="00C72848"/>
    <w:rsid w:val="00C74B8B"/>
    <w:rsid w:val="00C87B78"/>
    <w:rsid w:val="00CD1FC4"/>
    <w:rsid w:val="00CF53B5"/>
    <w:rsid w:val="00D21061"/>
    <w:rsid w:val="00D247B3"/>
    <w:rsid w:val="00D271D9"/>
    <w:rsid w:val="00D4108E"/>
    <w:rsid w:val="00D6163D"/>
    <w:rsid w:val="00D73D46"/>
    <w:rsid w:val="00D831A3"/>
    <w:rsid w:val="00DA0F8F"/>
    <w:rsid w:val="00DC6546"/>
    <w:rsid w:val="00DC75F3"/>
    <w:rsid w:val="00DD46F3"/>
    <w:rsid w:val="00DD7995"/>
    <w:rsid w:val="00DE1BFA"/>
    <w:rsid w:val="00DE56F2"/>
    <w:rsid w:val="00DF116D"/>
    <w:rsid w:val="00E308FE"/>
    <w:rsid w:val="00E30A0E"/>
    <w:rsid w:val="00E34137"/>
    <w:rsid w:val="00E34D19"/>
    <w:rsid w:val="00E36C4A"/>
    <w:rsid w:val="00E43C9B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2EAF"/>
    <w:rsid w:val="00F26B94"/>
    <w:rsid w:val="00F310F8"/>
    <w:rsid w:val="00F35939"/>
    <w:rsid w:val="00F43825"/>
    <w:rsid w:val="00F44645"/>
    <w:rsid w:val="00F45607"/>
    <w:rsid w:val="00F45664"/>
    <w:rsid w:val="00F4790C"/>
    <w:rsid w:val="00F47CD9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1240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81</cp:revision>
  <cp:lastPrinted>2023-10-05T09:40:00Z</cp:lastPrinted>
  <dcterms:created xsi:type="dcterms:W3CDTF">2023-08-21T11:49:00Z</dcterms:created>
  <dcterms:modified xsi:type="dcterms:W3CDTF">2025-04-16T04:35:00Z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